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3E23AE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3E23A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A73A5" w:rsidRDefault="0071620A" w:rsidP="005A73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935EE">
        <w:rPr>
          <w:rFonts w:ascii="Corbel" w:hAnsi="Corbel"/>
          <w:b/>
          <w:smallCaps/>
          <w:sz w:val="24"/>
          <w:szCs w:val="24"/>
        </w:rPr>
        <w:t xml:space="preserve"> </w:t>
      </w:r>
      <w:r w:rsidR="005935EE">
        <w:rPr>
          <w:rFonts w:ascii="Corbel" w:hAnsi="Corbel"/>
          <w:iCs/>
          <w:smallCaps/>
          <w:sz w:val="24"/>
          <w:szCs w:val="24"/>
        </w:rPr>
        <w:t>2023-2026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85747A" w:rsidP="00062C3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37055">
        <w:rPr>
          <w:rFonts w:ascii="Corbel" w:hAnsi="Corbel"/>
          <w:sz w:val="20"/>
          <w:szCs w:val="20"/>
        </w:rPr>
        <w:t>202</w:t>
      </w:r>
      <w:r w:rsidR="005935EE">
        <w:rPr>
          <w:rFonts w:ascii="Corbel" w:hAnsi="Corbel"/>
          <w:sz w:val="20"/>
          <w:szCs w:val="20"/>
        </w:rPr>
        <w:t>5</w:t>
      </w:r>
      <w:r w:rsidR="00037055">
        <w:rPr>
          <w:rFonts w:ascii="Corbel" w:hAnsi="Corbel"/>
          <w:sz w:val="20"/>
          <w:szCs w:val="20"/>
        </w:rPr>
        <w:t>/202</w:t>
      </w:r>
      <w:r w:rsidR="005935EE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35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Oddziaływania profilaktyczno-resocjalizacyjne</w:t>
            </w:r>
            <w:r w:rsidR="00C31A3B">
              <w:rPr>
                <w:rFonts w:ascii="Corbel" w:hAnsi="Corbel"/>
                <w:b w:val="0"/>
                <w:sz w:val="24"/>
                <w:szCs w:val="24"/>
              </w:rPr>
              <w:t xml:space="preserve"> w środowisku otwartym i zamkniętym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3705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5A7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5A73A5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 w:rsidR="005A73A5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4842E9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37055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CF301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F3014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3014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F469A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CF3014">
              <w:rPr>
                <w:rFonts w:ascii="Corbel" w:hAnsi="Corbel"/>
                <w:b w:val="0"/>
                <w:sz w:val="24"/>
                <w:szCs w:val="24"/>
              </w:rPr>
              <w:t xml:space="preserve"> 5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842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710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36F6F" w:rsidP="00F603A5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73403" w:rsidRPr="009C54AE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34A46" w:rsidP="00E307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 w:rsidR="00E30719">
              <w:rPr>
                <w:rFonts w:ascii="Corbel" w:hAnsi="Corbel"/>
                <w:b w:val="0"/>
                <w:szCs w:val="24"/>
              </w:rPr>
              <w:t>Instytucje profilaktyczne i resocjalizacyjne, metody pracy pedagoga resocjalizacyjnego</w:t>
            </w:r>
            <w:r w:rsidR="002E13BD">
              <w:rPr>
                <w:rFonts w:ascii="Corbel" w:hAnsi="Corbel"/>
                <w:b w:val="0"/>
                <w:szCs w:val="24"/>
              </w:rPr>
              <w:t>/metodyka resocjalizacyjna</w:t>
            </w:r>
          </w:p>
        </w:tc>
      </w:tr>
    </w:tbl>
    <w:p w:rsidR="00C73403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C73403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62AF" w:rsidRDefault="00044360" w:rsidP="00564ADD">
            <w:pPr>
              <w:spacing w:after="0"/>
              <w:rPr>
                <w:rFonts w:ascii="Corbel" w:hAnsi="Corbel"/>
              </w:rPr>
            </w:pPr>
            <w:r w:rsidRPr="003B62AF">
              <w:rPr>
                <w:rStyle w:val="wrtext"/>
                <w:rFonts w:ascii="Corbel" w:hAnsi="Corbel"/>
              </w:rPr>
              <w:t xml:space="preserve">Poszerzenie i usystematyzowanie wiedzy z zakresu zadań, strategii i metod oddziaływań </w:t>
            </w:r>
            <w:r w:rsidR="00385AAF" w:rsidRPr="003B62AF">
              <w:rPr>
                <w:rStyle w:val="wrtext"/>
                <w:rFonts w:ascii="Corbel" w:hAnsi="Corbel"/>
              </w:rPr>
              <w:t xml:space="preserve">profilaktycznych i resocjalizacyjnych realizowanych w instytucjach działających w środowisku otwartym i zamkniętym. </w:t>
            </w:r>
          </w:p>
        </w:tc>
      </w:tr>
      <w:tr w:rsidR="006E138D" w:rsidRPr="009C54AE" w:rsidTr="007B4993">
        <w:tc>
          <w:tcPr>
            <w:tcW w:w="851" w:type="dxa"/>
            <w:vAlign w:val="center"/>
          </w:tcPr>
          <w:p w:rsidR="006E138D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6E138D" w:rsidRPr="003B62AF" w:rsidRDefault="00DC26E5" w:rsidP="00564ADD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Zapoznanie z uwarunkowaniami </w:t>
            </w:r>
            <w:r w:rsidRPr="00A426EC">
              <w:rPr>
                <w:rFonts w:ascii="Corbel" w:hAnsi="Corbel"/>
              </w:rPr>
              <w:t xml:space="preserve">skuteczności oddziaływań profilaktyczno – resocjalizacyjnych </w:t>
            </w:r>
            <w:r w:rsidR="008C3B66">
              <w:rPr>
                <w:rFonts w:ascii="Corbel" w:hAnsi="Corbel"/>
              </w:rPr>
              <w:t>w środowisku otwartym i zamkniętym</w:t>
            </w:r>
            <w:r w:rsidR="00C73403">
              <w:rPr>
                <w:rFonts w:ascii="Corbel" w:hAnsi="Corbel"/>
              </w:rPr>
              <w:t>.</w:t>
            </w:r>
          </w:p>
        </w:tc>
      </w:tr>
      <w:tr w:rsidR="002014EA" w:rsidRPr="009C54AE" w:rsidTr="007B4993">
        <w:tc>
          <w:tcPr>
            <w:tcW w:w="851" w:type="dxa"/>
            <w:vAlign w:val="center"/>
          </w:tcPr>
          <w:p w:rsidR="002014EA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2014EA" w:rsidRPr="003B62AF" w:rsidRDefault="00C85BFA" w:rsidP="00A03840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E77F2D" w:rsidRPr="003B62AF">
              <w:rPr>
                <w:rFonts w:ascii="Corbel" w:hAnsi="Corbel"/>
              </w:rPr>
              <w:t xml:space="preserve">ykształcenie umiejętności trafnego doboru strategii i metod pracy profilaktyczno – resocjalizacyjnej </w:t>
            </w:r>
            <w:r w:rsidR="0074713B" w:rsidRPr="003B62AF">
              <w:rPr>
                <w:rFonts w:ascii="Corbel" w:hAnsi="Corbel"/>
              </w:rPr>
              <w:t xml:space="preserve">uwzględniającego </w:t>
            </w:r>
            <w:r w:rsidR="00946C7A">
              <w:rPr>
                <w:rFonts w:ascii="Corbel" w:hAnsi="Corbel"/>
              </w:rPr>
              <w:t xml:space="preserve">diagnozę </w:t>
            </w:r>
            <w:r w:rsidR="00C72CCF">
              <w:rPr>
                <w:rFonts w:ascii="Corbel" w:hAnsi="Corbel"/>
              </w:rPr>
              <w:t>problemu</w:t>
            </w:r>
            <w:r>
              <w:rPr>
                <w:rFonts w:ascii="Corbel" w:hAnsi="Corbel"/>
              </w:rPr>
              <w:t xml:space="preserve"> i </w:t>
            </w:r>
            <w:r w:rsidR="002F64AF">
              <w:rPr>
                <w:rFonts w:ascii="Corbel" w:hAnsi="Corbel"/>
              </w:rPr>
              <w:t xml:space="preserve">wynikające z niej </w:t>
            </w:r>
            <w:r w:rsidR="0074713B" w:rsidRPr="003B62AF">
              <w:rPr>
                <w:rFonts w:ascii="Corbel" w:hAnsi="Corbel"/>
              </w:rPr>
              <w:t>cele</w:t>
            </w:r>
            <w:r w:rsidR="00C72CCF">
              <w:rPr>
                <w:rFonts w:ascii="Corbel" w:hAnsi="Corbel"/>
              </w:rPr>
              <w:t xml:space="preserve"> oddziaływań</w:t>
            </w:r>
            <w:r w:rsidR="0074713B" w:rsidRPr="003B62AF">
              <w:rPr>
                <w:rFonts w:ascii="Corbel" w:hAnsi="Corbel"/>
              </w:rPr>
              <w:t>, typ środowiska wychowawczego, rodzaj instytucji</w:t>
            </w:r>
            <w:r w:rsidR="00FD2495">
              <w:rPr>
                <w:rFonts w:ascii="Corbel" w:hAnsi="Corbel"/>
              </w:rPr>
              <w:t xml:space="preserve"> oraz </w:t>
            </w:r>
            <w:r w:rsidR="001808CD">
              <w:rPr>
                <w:rFonts w:ascii="Corbel" w:hAnsi="Corbel"/>
              </w:rPr>
              <w:t xml:space="preserve">występujące </w:t>
            </w:r>
            <w:r w:rsidR="00FD2495">
              <w:rPr>
                <w:rFonts w:ascii="Corbel" w:hAnsi="Corbel"/>
              </w:rPr>
              <w:t xml:space="preserve">czynniki </w:t>
            </w:r>
            <w:r w:rsidR="00A03840">
              <w:rPr>
                <w:rFonts w:ascii="Corbel" w:hAnsi="Corbel"/>
              </w:rPr>
              <w:t>środowisk</w:t>
            </w:r>
            <w:r w:rsidR="008921A1">
              <w:rPr>
                <w:rFonts w:ascii="Corbel" w:hAnsi="Corbel"/>
              </w:rPr>
              <w:t xml:space="preserve">owe - </w:t>
            </w:r>
            <w:r w:rsidR="003F2EE3">
              <w:rPr>
                <w:rFonts w:ascii="Corbel" w:hAnsi="Corbel"/>
              </w:rPr>
              <w:t>wspie</w:t>
            </w:r>
            <w:r w:rsidR="00A03840">
              <w:rPr>
                <w:rFonts w:ascii="Corbel" w:hAnsi="Corbel"/>
              </w:rPr>
              <w:t>rające lub utrudniające podejmowanie działań</w:t>
            </w:r>
            <w:r w:rsidR="00FF1958">
              <w:rPr>
                <w:rFonts w:ascii="Corbel" w:hAnsi="Corbe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3A5" w:rsidRPr="009C54AE" w:rsidRDefault="00F603A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D078E4" w:rsidRDefault="003C185B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</w:t>
            </w:r>
            <w:r w:rsidRPr="00D078E4">
              <w:rPr>
                <w:rFonts w:ascii="Corbel" w:hAnsi="Corbel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0710E8" w:rsidRDefault="00B16E46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omówi</w:t>
            </w:r>
            <w:r w:rsidR="005265C1" w:rsidRPr="000710E8">
              <w:rPr>
                <w:rFonts w:ascii="Corbel" w:hAnsi="Corbel"/>
                <w:sz w:val="24"/>
                <w:szCs w:val="24"/>
              </w:rPr>
              <w:t xml:space="preserve"> zadania</w:t>
            </w:r>
            <w:r w:rsidR="00185277" w:rsidRPr="000710E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85277" w:rsidRPr="000710E8">
              <w:rPr>
                <w:rStyle w:val="wrtext"/>
                <w:rFonts w:ascii="Corbel" w:hAnsi="Corbel"/>
                <w:sz w:val="24"/>
                <w:szCs w:val="24"/>
              </w:rPr>
              <w:t>strategie i metody oddziaływań profilaktycznych i resocjalizacyjnych w środowisku otwartym i zamkniętym</w:t>
            </w:r>
            <w:r w:rsidR="005C1D1D" w:rsidRPr="000710E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9A6C10" w:rsidRPr="00A81796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K_W1</w:t>
            </w:r>
            <w:r w:rsidR="0074269D"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1</w:t>
            </w:r>
          </w:p>
          <w:p w:rsidR="00650B3A" w:rsidRPr="00A81796" w:rsidRDefault="00650B3A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6E46" w:rsidRPr="009C54AE" w:rsidTr="005E6E85">
        <w:tc>
          <w:tcPr>
            <w:tcW w:w="1701" w:type="dxa"/>
          </w:tcPr>
          <w:p w:rsidR="00B16E46" w:rsidRPr="00D078E4" w:rsidRDefault="00CB41E0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:rsidR="00B16E46" w:rsidRPr="000710E8" w:rsidRDefault="00395D5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s</w:t>
            </w:r>
            <w:r w:rsidR="00A25B61" w:rsidRPr="000710E8">
              <w:rPr>
                <w:rFonts w:ascii="Corbel" w:hAnsi="Corbel"/>
                <w:sz w:val="24"/>
                <w:szCs w:val="24"/>
              </w:rPr>
              <w:t xml:space="preserve">charakteryzuje uwarunkowania efektywności oddziaływań profilaktycznych i resocjalizacyjnych podejmowanych </w:t>
            </w:r>
            <w:r w:rsidR="00C55FBD" w:rsidRPr="000710E8">
              <w:rPr>
                <w:rFonts w:ascii="Corbel" w:hAnsi="Corbel"/>
                <w:sz w:val="24"/>
                <w:szCs w:val="24"/>
              </w:rPr>
              <w:br/>
            </w:r>
            <w:r w:rsidR="00A25B61" w:rsidRPr="000710E8">
              <w:rPr>
                <w:rFonts w:ascii="Corbel" w:hAnsi="Corbel"/>
                <w:sz w:val="24"/>
                <w:szCs w:val="24"/>
              </w:rPr>
              <w:t>w środowisku otwartym i zamkniętym</w:t>
            </w:r>
            <w:r w:rsidR="00C67C52" w:rsidRPr="000710E8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74269D" w:rsidRPr="00A81796" w:rsidRDefault="008D49F8" w:rsidP="0074269D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K_W08</w:t>
            </w:r>
          </w:p>
          <w:p w:rsidR="008D49F8" w:rsidRPr="00A81796" w:rsidRDefault="00D30A34" w:rsidP="008D49F8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:rsidR="00B16E46" w:rsidRPr="00A81796" w:rsidRDefault="00B16E46" w:rsidP="00650B3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5265C1" w:rsidRPr="009C54AE" w:rsidTr="005E6E85">
        <w:tc>
          <w:tcPr>
            <w:tcW w:w="1701" w:type="dxa"/>
          </w:tcPr>
          <w:p w:rsidR="005265C1" w:rsidRPr="00D078E4" w:rsidRDefault="00904462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:rsidR="005265C1" w:rsidRPr="000710E8" w:rsidRDefault="00787F6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Style w:val="wrtext"/>
                <w:rFonts w:ascii="Corbel" w:hAnsi="Corbel"/>
                <w:sz w:val="24"/>
                <w:szCs w:val="24"/>
              </w:rPr>
              <w:t>omówi i oceni</w:t>
            </w:r>
            <w:r w:rsidR="005265C1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przydatność typowych metod, </w:t>
            </w:r>
            <w:r w:rsidR="003D3C9B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strategii i </w:t>
            </w:r>
            <w:r w:rsidR="005265C1" w:rsidRPr="000710E8">
              <w:rPr>
                <w:rStyle w:val="wrtext"/>
                <w:rFonts w:ascii="Corbel" w:hAnsi="Corbel"/>
                <w:sz w:val="24"/>
                <w:szCs w:val="24"/>
              </w:rPr>
              <w:t>procedur</w:t>
            </w:r>
            <w:r w:rsidR="00904462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 w</w:t>
            </w:r>
            <w:r w:rsidR="002B213B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realizacji efektywnych oddziaływań profilaktycznych i resocjalizacyjnych w środowisku otwartym i zamkniętym</w:t>
            </w:r>
            <w:r w:rsidR="00C67C52" w:rsidRPr="000710E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FD6FFE" w:rsidRPr="00A81796" w:rsidRDefault="00FD6FFE" w:rsidP="00FD6FF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5265C1" w:rsidRPr="00A81796" w:rsidRDefault="005265C1" w:rsidP="00F1287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8070D7" w:rsidRPr="009C54AE" w:rsidTr="005E6E85">
        <w:tc>
          <w:tcPr>
            <w:tcW w:w="1701" w:type="dxa"/>
          </w:tcPr>
          <w:p w:rsidR="008070D7" w:rsidRPr="00D078E4" w:rsidRDefault="004F3AF6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:rsidR="008070D7" w:rsidRPr="000710E8" w:rsidRDefault="00877F0A" w:rsidP="00F603A5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Style w:val="wrtext"/>
                <w:rFonts w:ascii="Corbel" w:hAnsi="Corbel"/>
              </w:rPr>
            </w:pPr>
            <w:r w:rsidRPr="000710E8">
              <w:rPr>
                <w:rStyle w:val="wrtext"/>
                <w:rFonts w:ascii="Corbel" w:hAnsi="Corbel"/>
              </w:rPr>
              <w:t xml:space="preserve">zaproponuje </w:t>
            </w:r>
            <w:r w:rsidR="0057122E" w:rsidRPr="000710E8">
              <w:rPr>
                <w:rStyle w:val="wrtext"/>
                <w:rFonts w:ascii="Corbel" w:hAnsi="Corbel"/>
              </w:rPr>
              <w:t xml:space="preserve">wykorzystanie </w:t>
            </w:r>
            <w:r w:rsidR="00B75EBC" w:rsidRPr="000710E8">
              <w:rPr>
                <w:rStyle w:val="wrtext"/>
                <w:rFonts w:ascii="Corbel" w:hAnsi="Corbel"/>
              </w:rPr>
              <w:t xml:space="preserve">efektywnych </w:t>
            </w:r>
            <w:r w:rsidR="005B6051" w:rsidRPr="000710E8">
              <w:rPr>
                <w:rStyle w:val="wrtext"/>
                <w:rFonts w:ascii="Corbel" w:hAnsi="Corbel"/>
              </w:rPr>
              <w:t>metod pracyprofilaktycznej</w:t>
            </w:r>
            <w:r w:rsidR="00565C74" w:rsidRPr="000710E8">
              <w:rPr>
                <w:rStyle w:val="wrtext"/>
                <w:rFonts w:ascii="Corbel" w:hAnsi="Corbel"/>
              </w:rPr>
              <w:t xml:space="preserve"> i resocjalizacyjn</w:t>
            </w:r>
            <w:r w:rsidR="005B6051" w:rsidRPr="000710E8">
              <w:rPr>
                <w:rStyle w:val="wrtext"/>
                <w:rFonts w:ascii="Corbel" w:hAnsi="Corbel"/>
              </w:rPr>
              <w:t xml:space="preserve">ej </w:t>
            </w:r>
            <w:r w:rsidR="00C67C52" w:rsidRPr="000710E8">
              <w:rPr>
                <w:rStyle w:val="wrtext"/>
                <w:rFonts w:ascii="Corbel" w:hAnsi="Corbel"/>
              </w:rPr>
              <w:t xml:space="preserve">w wybranychinstytucjach działających </w:t>
            </w:r>
            <w:r w:rsidR="00B75EBC" w:rsidRPr="000710E8">
              <w:rPr>
                <w:rStyle w:val="wrtext"/>
                <w:rFonts w:ascii="Corbel" w:hAnsi="Corbel"/>
              </w:rPr>
              <w:t>w środowisku otwartym lub zamkniętym</w:t>
            </w:r>
            <w:r w:rsidR="00C67C52" w:rsidRPr="000710E8">
              <w:rPr>
                <w:rStyle w:val="wrtext"/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:rsidR="008070D7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K_U05</w:t>
            </w:r>
          </w:p>
          <w:p w:rsidR="00094BE5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K_U06</w:t>
            </w:r>
          </w:p>
          <w:p w:rsidR="00094BE5" w:rsidRPr="00A81796" w:rsidRDefault="00094BE5" w:rsidP="00C169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3C185B" w:rsidRPr="009C54AE" w:rsidTr="00A81796">
        <w:trPr>
          <w:trHeight w:val="705"/>
        </w:trPr>
        <w:tc>
          <w:tcPr>
            <w:tcW w:w="1701" w:type="dxa"/>
          </w:tcPr>
          <w:p w:rsidR="003C185B" w:rsidRPr="00D078E4" w:rsidRDefault="003C185B" w:rsidP="00C2797A">
            <w:pPr>
              <w:rPr>
                <w:rFonts w:ascii="Corbel" w:hAnsi="Corbel"/>
                <w:b/>
                <w:sz w:val="24"/>
                <w:szCs w:val="24"/>
              </w:rPr>
            </w:pPr>
            <w:r w:rsidRPr="00D078E4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0710E8" w:rsidRDefault="00F603A5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za</w:t>
            </w:r>
            <w:r w:rsidR="003C185B" w:rsidRPr="000710E8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0710E8">
              <w:rPr>
                <w:rFonts w:ascii="Corbel" w:hAnsi="Corbel"/>
                <w:bCs/>
                <w:sz w:val="24"/>
                <w:szCs w:val="24"/>
              </w:rPr>
              <w:t xml:space="preserve">odpowiedzialności za </w:t>
            </w:r>
            <w:r w:rsidR="004F3AF6" w:rsidRPr="000710E8">
              <w:rPr>
                <w:rFonts w:ascii="Corbel" w:hAnsi="Corbel"/>
                <w:bCs/>
                <w:sz w:val="24"/>
                <w:szCs w:val="24"/>
              </w:rPr>
              <w:t xml:space="preserve">efektywność oddziaływań profilaktycznych i resocjalizacyjnych </w:t>
            </w:r>
          </w:p>
        </w:tc>
        <w:tc>
          <w:tcPr>
            <w:tcW w:w="1873" w:type="dxa"/>
          </w:tcPr>
          <w:p w:rsidR="003C185B" w:rsidRPr="00A81796" w:rsidRDefault="005870AE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81796">
              <w:rPr>
                <w:rFonts w:ascii="Corbel" w:hAnsi="Corbel"/>
                <w:b w:val="0"/>
              </w:rPr>
              <w:t>K_K04</w:t>
            </w:r>
          </w:p>
          <w:p w:rsidR="00301BC2" w:rsidRPr="00A81796" w:rsidRDefault="00301BC2" w:rsidP="00F12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4B329F" w:rsidP="007D01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Zadania przypisane instytucjom </w:t>
            </w:r>
            <w:r w:rsidR="00E22273" w:rsidRPr="00D078E4">
              <w:rPr>
                <w:rFonts w:ascii="Corbel" w:hAnsi="Corbel"/>
                <w:sz w:val="24"/>
                <w:szCs w:val="24"/>
              </w:rPr>
              <w:t>działającym w polskim systemie</w:t>
            </w:r>
            <w:r w:rsidR="007D012B" w:rsidRPr="00D078E4">
              <w:rPr>
                <w:rFonts w:ascii="Corbel" w:hAnsi="Corbel"/>
                <w:sz w:val="24"/>
                <w:szCs w:val="24"/>
              </w:rPr>
              <w:t>profilaktyki i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932AE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Strategie </w:t>
            </w:r>
            <w:r w:rsidR="005B0CB1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metody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oddziaływań 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profilaktycznych 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resocjalizacyjnych w środowisku otwartym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>i zamkniętym</w:t>
            </w:r>
          </w:p>
        </w:tc>
      </w:tr>
      <w:tr w:rsidR="00A65FB5" w:rsidRPr="009C54AE" w:rsidTr="00923D7D">
        <w:tc>
          <w:tcPr>
            <w:tcW w:w="9639" w:type="dxa"/>
          </w:tcPr>
          <w:p w:rsidR="00A65FB5" w:rsidRPr="00D078E4" w:rsidRDefault="00A65FB5" w:rsidP="00A40D00">
            <w:pPr>
              <w:pStyle w:val="Akapitzlist"/>
              <w:spacing w:after="0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Diagnoza jako podstawa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konstruowania skutecznych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programów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oddziaływań profilaktycznych i resocjalizacyjnych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80D49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046AC5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a dobór metod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pracy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profilaktycznej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i resocjalizacyjnej.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827D8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C639A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a </w:t>
            </w:r>
            <w:r w:rsidR="00EF1EA0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pożądane </w:t>
            </w:r>
            <w:r w:rsidR="00EF1EA0" w:rsidRPr="00D078E4">
              <w:rPr>
                <w:rFonts w:ascii="Corbel" w:hAnsi="Corbel"/>
                <w:sz w:val="24"/>
                <w:szCs w:val="24"/>
              </w:rPr>
              <w:t>k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ompetencje zawodowe pedagoga resocjalizacyjnego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E6DB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Rodzina jako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wsparcie lub przeszkoda realizacji skutecznychoddziaływańprofilaktycznych</w:t>
            </w:r>
            <w:r w:rsidR="00F62EB8">
              <w:rPr>
                <w:rFonts w:ascii="Corbel" w:hAnsi="Corbel"/>
                <w:sz w:val="24"/>
                <w:szCs w:val="24"/>
              </w:rPr>
              <w:br/>
            </w:r>
            <w:r w:rsidR="00571BBC" w:rsidRPr="00D078E4">
              <w:rPr>
                <w:rFonts w:ascii="Corbel" w:hAnsi="Corbel"/>
                <w:sz w:val="24"/>
                <w:szCs w:val="24"/>
              </w:rPr>
              <w:t>i resocjalizacyjn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ych</w:t>
            </w:r>
          </w:p>
        </w:tc>
      </w:tr>
      <w:tr w:rsidR="00564ADD" w:rsidRPr="009C54AE" w:rsidTr="00923D7D">
        <w:tc>
          <w:tcPr>
            <w:tcW w:w="9639" w:type="dxa"/>
          </w:tcPr>
          <w:p w:rsidR="00564ADD" w:rsidRPr="00D078E4" w:rsidRDefault="00564ADD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>Cechy środowiska lokalnego jako wsparcie lub przeszkoda realizacji skutecznych oddziaływań profilaktycznych i resocjalizacyjnych</w:t>
            </w:r>
          </w:p>
        </w:tc>
      </w:tr>
      <w:tr w:rsidR="00A43230" w:rsidRPr="009C54AE" w:rsidTr="00923D7D">
        <w:tc>
          <w:tcPr>
            <w:tcW w:w="9639" w:type="dxa"/>
          </w:tcPr>
          <w:p w:rsidR="00A43230" w:rsidRPr="00D078E4" w:rsidRDefault="00A4323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Dobre praktyki </w:t>
            </w:r>
            <w:r w:rsidR="005C6352" w:rsidRPr="00D078E4">
              <w:rPr>
                <w:rFonts w:ascii="Corbel" w:hAnsi="Corbel"/>
                <w:sz w:val="24"/>
                <w:szCs w:val="24"/>
              </w:rPr>
              <w:t xml:space="preserve">realizowania oddziaływań profilaktycznych i resocjalizacyjnych w wybranych instytucjach </w:t>
            </w:r>
            <w:r w:rsidR="001F72DD" w:rsidRPr="00D078E4">
              <w:rPr>
                <w:rFonts w:ascii="Corbel" w:hAnsi="Corbel"/>
                <w:sz w:val="24"/>
                <w:szCs w:val="24"/>
              </w:rPr>
              <w:t xml:space="preserve"> funkcjonujących w środowisku otwartym i zamkniętym</w:t>
            </w:r>
          </w:p>
        </w:tc>
      </w:tr>
      <w:tr w:rsidR="0005061D" w:rsidRPr="009C54AE" w:rsidTr="00F62EB8">
        <w:trPr>
          <w:trHeight w:val="376"/>
        </w:trPr>
        <w:tc>
          <w:tcPr>
            <w:tcW w:w="9639" w:type="dxa"/>
          </w:tcPr>
          <w:p w:rsidR="0005061D" w:rsidRPr="00D078E4" w:rsidRDefault="00D52D67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Uwarunkowania skuteczności oddziaływań profilaktyczno – resocjalizacyjnych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5D551A" w:rsidRDefault="003E44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551A">
        <w:rPr>
          <w:rFonts w:ascii="Corbel" w:hAnsi="Corbel"/>
          <w:b w:val="0"/>
          <w:i/>
          <w:smallCaps w:val="0"/>
          <w:szCs w:val="24"/>
        </w:rPr>
        <w:t xml:space="preserve">wykład problemowy, metoda projektów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0934" w:rsidRPr="009C54AE" w:rsidTr="00D078E4">
        <w:trPr>
          <w:trHeight w:val="323"/>
        </w:trPr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7E0934" w:rsidRPr="003B3A21" w:rsidRDefault="00B57F21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7E0934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sz w:val="24"/>
                <w:szCs w:val="24"/>
              </w:rPr>
              <w:t>ocena wypowiedzi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E0934" w:rsidRPr="003B3A21" w:rsidRDefault="00840F57" w:rsidP="00A817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E0934" w:rsidRPr="003B3A21">
              <w:rPr>
                <w:rFonts w:ascii="Corbel" w:hAnsi="Corbel"/>
                <w:sz w:val="24"/>
                <w:szCs w:val="24"/>
              </w:rPr>
              <w:t xml:space="preserve"> ocena wypowiedzi </w:t>
            </w:r>
            <w:r w:rsidR="00A81796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81796"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7E0934" w:rsidRPr="003B3A21" w:rsidRDefault="007E0934" w:rsidP="00B57F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710E8" w:rsidRDefault="000710E8" w:rsidP="000710E8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ćwiczeń – średnia ocen z:</w:t>
            </w:r>
          </w:p>
          <w:p w:rsidR="000710E8" w:rsidRPr="003B3A21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0710E8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0710E8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E2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842E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E26F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B405D">
              <w:rPr>
                <w:rFonts w:ascii="Corbel" w:hAnsi="Corbel"/>
                <w:sz w:val="24"/>
                <w:szCs w:val="24"/>
              </w:rPr>
              <w:t>tudiowanie literatury</w:t>
            </w:r>
          </w:p>
        </w:tc>
        <w:tc>
          <w:tcPr>
            <w:tcW w:w="4677" w:type="dxa"/>
          </w:tcPr>
          <w:p w:rsidR="00C12A09" w:rsidRDefault="004842E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E26F10" w:rsidP="00E26F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B405D">
              <w:rPr>
                <w:rFonts w:ascii="Corbel" w:hAnsi="Corbel"/>
                <w:sz w:val="24"/>
                <w:szCs w:val="24"/>
              </w:rPr>
              <w:t>rzygotowywanie prac projektowych</w:t>
            </w:r>
          </w:p>
        </w:tc>
        <w:tc>
          <w:tcPr>
            <w:tcW w:w="4677" w:type="dxa"/>
          </w:tcPr>
          <w:p w:rsidR="000B405D" w:rsidRDefault="004842E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E26F10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595B7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842E9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2E13BD" w:rsidRDefault="0085747A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82749E" w:rsidRPr="002E13BD" w:rsidRDefault="0082749E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Konaszewski, K., &amp; Kwadrans, L. (2018).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Zasoby osobiste młodzieży nieprzystosowanej społecznie: Uwarunkowania środowiskowe</w:t>
            </w:r>
            <w:r w:rsidRPr="002E13BD">
              <w:rPr>
                <w:rFonts w:ascii="Corbel" w:hAnsi="Corbel"/>
                <w:sz w:val="24"/>
                <w:szCs w:val="24"/>
              </w:rPr>
              <w:t>. Oficyna Wydawnicza „Impuls”.</w:t>
            </w: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Konopczynski, M. (2014).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resocjalizacji: Teoria i praktyka wychowawcza</w:t>
            </w:r>
            <w:r w:rsidRPr="002E13BD">
              <w:rPr>
                <w:rFonts w:ascii="Corbel" w:hAnsi="Corbel"/>
                <w:sz w:val="24"/>
                <w:szCs w:val="24"/>
              </w:rPr>
              <w:t>. Wydawnictwo Naukowe PWN: Pedagogium.</w:t>
            </w: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Konopczynski, M. (2015).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Pedagogika resocjalizacyjna: W stronę działań kreujących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E13BD">
              <w:rPr>
                <w:rFonts w:ascii="Corbel" w:hAnsi="Corbel"/>
                <w:sz w:val="24"/>
                <w:szCs w:val="24"/>
              </w:rPr>
              <w:lastRenderedPageBreak/>
              <w:t>Oficyna Wydawnicza „Impuls”.</w:t>
            </w:r>
          </w:p>
          <w:p w:rsidR="004D7848" w:rsidRPr="002E13BD" w:rsidRDefault="00EC2031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Sołtysiak, T., &amp; Latos, A. (2010). </w:t>
            </w:r>
            <w:r w:rsidR="000A7B2A" w:rsidRPr="002E13BD">
              <w:rPr>
                <w:rFonts w:ascii="Corbel" w:hAnsi="Corbel"/>
                <w:i/>
                <w:iCs/>
                <w:sz w:val="24"/>
                <w:szCs w:val="24"/>
              </w:rPr>
              <w:t>Dział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alność profilaktyczna i resocjalizacyjna w środowisku otwartym, instytucjach wychowawczych, poprawczych oraz karnych</w:t>
            </w:r>
            <w:r w:rsidRPr="002E13BD">
              <w:rPr>
                <w:rFonts w:ascii="Corbel" w:hAnsi="Corbel"/>
                <w:sz w:val="24"/>
                <w:szCs w:val="24"/>
              </w:rPr>
              <w:t>. Wydawnictwo Uniwersytetu Kazimierza Wielkiego.</w:t>
            </w:r>
          </w:p>
        </w:tc>
      </w:tr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2E13BD" w:rsidRDefault="0085747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="00F1416A" w:rsidRPr="002E13BD" w:rsidRDefault="00F1416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1416A" w:rsidRPr="002E13BD" w:rsidRDefault="004A376E" w:rsidP="00F1416A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begin"/>
            </w:r>
            <w:r w:rsidR="00F1416A" w:rsidRPr="002E13BD">
              <w:rPr>
                <w:rFonts w:ascii="Corbel" w:hAnsi="Corbel"/>
                <w:i/>
                <w:sz w:val="24"/>
                <w:szCs w:val="24"/>
              </w:rPr>
              <w:instrText xml:space="preserve"> ADDIN ZOTERO_BIBL {"uncited":[],"omitted":[],"custom":[]} CSL_BIBLIOGRAPHY </w:instrText>
            </w: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separate"/>
            </w:r>
            <w:r w:rsidR="00F1416A" w:rsidRPr="002E13BD">
              <w:rPr>
                <w:rFonts w:ascii="Corbel" w:hAnsi="Corbel"/>
                <w:sz w:val="24"/>
                <w:szCs w:val="24"/>
              </w:rPr>
              <w:t xml:space="preserve">Bernasiewicz, M., &amp; Noszczyk-Bernasiewicz, M. (2019). Efektywność resocjalizacji nieletnich prowadzonej w środowisku zamkniętym w Polsce. </w:t>
            </w:r>
            <w:r w:rsidR="00F1416A" w:rsidRPr="002E13BD">
              <w:rPr>
                <w:rFonts w:ascii="Corbel" w:hAnsi="Corbel"/>
                <w:i/>
                <w:iCs/>
                <w:sz w:val="24"/>
                <w:szCs w:val="24"/>
              </w:rPr>
              <w:t>Chowanna</w:t>
            </w:r>
            <w:r w:rsidR="00F1416A" w:rsidRPr="002E13BD">
              <w:rPr>
                <w:rFonts w:ascii="Corbel" w:hAnsi="Corbel"/>
                <w:sz w:val="24"/>
                <w:szCs w:val="24"/>
              </w:rPr>
              <w:t xml:space="preserve">, </w:t>
            </w:r>
            <w:r w:rsidR="00F1416A" w:rsidRPr="002E13BD">
              <w:rPr>
                <w:rFonts w:ascii="Corbel" w:hAnsi="Corbel"/>
                <w:i/>
                <w:iCs/>
                <w:sz w:val="24"/>
                <w:szCs w:val="24"/>
              </w:rPr>
              <w:t>2</w:t>
            </w:r>
            <w:r w:rsidR="00F1416A" w:rsidRPr="002E13BD">
              <w:rPr>
                <w:rFonts w:ascii="Corbel" w:hAnsi="Corbel"/>
                <w:sz w:val="24"/>
                <w:szCs w:val="24"/>
              </w:rPr>
              <w:t>(53), 49–68.</w:t>
            </w:r>
          </w:p>
          <w:p w:rsidR="00ED5B19" w:rsidRPr="002E13BD" w:rsidRDefault="004A376E" w:rsidP="00F1416A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end"/>
            </w:r>
            <w:r w:rsidR="00ED5B19" w:rsidRPr="002E13BD">
              <w:rPr>
                <w:rFonts w:ascii="Corbel" w:hAnsi="Corbel"/>
                <w:sz w:val="24"/>
                <w:szCs w:val="24"/>
              </w:rPr>
              <w:t xml:space="preserve">Dobijański, M. (2017). </w:t>
            </w:r>
            <w:r w:rsidR="00ED5B19" w:rsidRPr="002E13BD"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i praktyczne aspekty pedagogiki resocjalizacyjnej w pracy </w:t>
            </w:r>
            <w:r w:rsidR="009826C1" w:rsidRPr="002E13BD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="00ED5B19" w:rsidRPr="002E13BD">
              <w:rPr>
                <w:rFonts w:ascii="Corbel" w:hAnsi="Corbel"/>
                <w:i/>
                <w:iCs/>
                <w:sz w:val="24"/>
                <w:szCs w:val="24"/>
              </w:rPr>
              <w:t>w nieletnimi w Młodzieżowych Ośrodkach Wychowawczych</w:t>
            </w:r>
            <w:r w:rsidR="00ED5B19" w:rsidRPr="002E13BD">
              <w:rPr>
                <w:rFonts w:ascii="Corbel" w:hAnsi="Corbel"/>
                <w:sz w:val="24"/>
                <w:szCs w:val="24"/>
              </w:rPr>
              <w:t>. Wydawnictwa Cyfrowe Marlab IT.</w:t>
            </w:r>
          </w:p>
          <w:p w:rsidR="00F1416A" w:rsidRPr="002E13BD" w:rsidRDefault="00F1416A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Pospiszyl, I., &amp; Konopczynski, M. (2007).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Resocjalizacja — w stronę środowiska otwartego</w:t>
            </w:r>
            <w:r w:rsidRPr="002E13BD">
              <w:rPr>
                <w:rFonts w:ascii="Corbel" w:hAnsi="Corbel"/>
                <w:sz w:val="24"/>
                <w:szCs w:val="24"/>
              </w:rPr>
              <w:t>. Wydawnictwo PEDAGOGIUM Wyższej Szkoły Pedagogiki Resocjalizacyjnej.</w:t>
            </w:r>
          </w:p>
          <w:p w:rsidR="00ED5B19" w:rsidRPr="002E13BD" w:rsidRDefault="00ED5B19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Śliwa, S. (2013).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Wybrane proble</w:t>
            </w:r>
            <w:r w:rsidR="009826C1" w:rsidRPr="002E13BD">
              <w:rPr>
                <w:rFonts w:ascii="Corbel" w:hAnsi="Corbel"/>
                <w:i/>
                <w:iCs/>
                <w:sz w:val="24"/>
                <w:szCs w:val="24"/>
              </w:rPr>
              <w:t>my resocjalizacji nieletnich w Młodzieżowych Ośrodkach W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ychowawczych</w:t>
            </w:r>
            <w:r w:rsidRPr="002E13BD">
              <w:rPr>
                <w:rFonts w:ascii="Corbel" w:hAnsi="Corbel"/>
                <w:sz w:val="24"/>
                <w:szCs w:val="24"/>
              </w:rPr>
              <w:t>. Wydawnictwa Wyższej Szkoły Zarządzania i Administracji: Wydawnictwo Instytut Śląski.</w:t>
            </w:r>
          </w:p>
          <w:p w:rsidR="00F1416A" w:rsidRPr="002E13BD" w:rsidRDefault="00ED5B19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Stasiak, K., &amp; Haak, H. (2018).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 (4. wydanie, stan prawny na 10 listopada 2017 r.). Wolters Kluwer.</w:t>
            </w:r>
          </w:p>
          <w:p w:rsidR="00747BC4" w:rsidRPr="002E13BD" w:rsidRDefault="00F1416A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Wysocka, E. (2015).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Diagnoza pozytywna w resocjalizacji: Model teoretyczny i metodologiczny.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 Wydawnictwo Uniwersytetu Śląskiego.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11C" w:rsidRDefault="008F511C" w:rsidP="00C16ABF">
      <w:pPr>
        <w:spacing w:after="0" w:line="240" w:lineRule="auto"/>
      </w:pPr>
      <w:r>
        <w:separator/>
      </w:r>
    </w:p>
  </w:endnote>
  <w:endnote w:type="continuationSeparator" w:id="0">
    <w:p w:rsidR="008F511C" w:rsidRDefault="008F51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11C" w:rsidRDefault="008F511C" w:rsidP="00C16ABF">
      <w:pPr>
        <w:spacing w:after="0" w:line="240" w:lineRule="auto"/>
      </w:pPr>
      <w:r>
        <w:separator/>
      </w:r>
    </w:p>
  </w:footnote>
  <w:footnote w:type="continuationSeparator" w:id="0">
    <w:p w:rsidR="008F511C" w:rsidRDefault="008F511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C0872"/>
    <w:multiLevelType w:val="hybridMultilevel"/>
    <w:tmpl w:val="7712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1422A5"/>
    <w:multiLevelType w:val="hybridMultilevel"/>
    <w:tmpl w:val="B322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61CE5"/>
    <w:multiLevelType w:val="hybridMultilevel"/>
    <w:tmpl w:val="706E9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87112F"/>
    <w:multiLevelType w:val="hybridMultilevel"/>
    <w:tmpl w:val="47D07A4C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6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 w15:restartNumberingAfterBreak="0">
    <w:nsid w:val="7A0C76A0"/>
    <w:multiLevelType w:val="hybridMultilevel"/>
    <w:tmpl w:val="391E8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5B7"/>
    <w:rsid w:val="000048FD"/>
    <w:rsid w:val="000077B4"/>
    <w:rsid w:val="00015B8F"/>
    <w:rsid w:val="000177F3"/>
    <w:rsid w:val="00022ECE"/>
    <w:rsid w:val="0002320A"/>
    <w:rsid w:val="00033DCA"/>
    <w:rsid w:val="00037055"/>
    <w:rsid w:val="00042A51"/>
    <w:rsid w:val="00042D2E"/>
    <w:rsid w:val="00044360"/>
    <w:rsid w:val="00044C82"/>
    <w:rsid w:val="00046AC5"/>
    <w:rsid w:val="0005061D"/>
    <w:rsid w:val="00061BD4"/>
    <w:rsid w:val="00062C3F"/>
    <w:rsid w:val="00070ED6"/>
    <w:rsid w:val="000710E8"/>
    <w:rsid w:val="000742DC"/>
    <w:rsid w:val="00082000"/>
    <w:rsid w:val="00084C12"/>
    <w:rsid w:val="0009462C"/>
    <w:rsid w:val="00094B12"/>
    <w:rsid w:val="00094BE5"/>
    <w:rsid w:val="00096C46"/>
    <w:rsid w:val="000A296F"/>
    <w:rsid w:val="000A2A28"/>
    <w:rsid w:val="000A65A2"/>
    <w:rsid w:val="000A7B2A"/>
    <w:rsid w:val="000B192D"/>
    <w:rsid w:val="000B28EE"/>
    <w:rsid w:val="000B3E37"/>
    <w:rsid w:val="000B405D"/>
    <w:rsid w:val="000B7B30"/>
    <w:rsid w:val="000C11D6"/>
    <w:rsid w:val="000C440B"/>
    <w:rsid w:val="000D04B0"/>
    <w:rsid w:val="000F1C57"/>
    <w:rsid w:val="000F32DA"/>
    <w:rsid w:val="000F5615"/>
    <w:rsid w:val="00112563"/>
    <w:rsid w:val="00124BFF"/>
    <w:rsid w:val="0012560E"/>
    <w:rsid w:val="00126285"/>
    <w:rsid w:val="00127108"/>
    <w:rsid w:val="00134B13"/>
    <w:rsid w:val="00143C2F"/>
    <w:rsid w:val="0014680A"/>
    <w:rsid w:val="00146BC0"/>
    <w:rsid w:val="00150C42"/>
    <w:rsid w:val="00153C41"/>
    <w:rsid w:val="00154381"/>
    <w:rsid w:val="001640A7"/>
    <w:rsid w:val="00164FA7"/>
    <w:rsid w:val="00166A03"/>
    <w:rsid w:val="0017072D"/>
    <w:rsid w:val="001718A7"/>
    <w:rsid w:val="001734A2"/>
    <w:rsid w:val="001737CF"/>
    <w:rsid w:val="0017577C"/>
    <w:rsid w:val="00176083"/>
    <w:rsid w:val="001770C7"/>
    <w:rsid w:val="00177178"/>
    <w:rsid w:val="001808CD"/>
    <w:rsid w:val="00181D66"/>
    <w:rsid w:val="00183383"/>
    <w:rsid w:val="00185277"/>
    <w:rsid w:val="0018632B"/>
    <w:rsid w:val="00192F37"/>
    <w:rsid w:val="00196462"/>
    <w:rsid w:val="001A1C36"/>
    <w:rsid w:val="001A70D2"/>
    <w:rsid w:val="001B25B8"/>
    <w:rsid w:val="001B2F38"/>
    <w:rsid w:val="001B4EFC"/>
    <w:rsid w:val="001C2E0F"/>
    <w:rsid w:val="001D657B"/>
    <w:rsid w:val="001D7B54"/>
    <w:rsid w:val="001E0209"/>
    <w:rsid w:val="001E1735"/>
    <w:rsid w:val="001F2069"/>
    <w:rsid w:val="001F2CA2"/>
    <w:rsid w:val="001F72DD"/>
    <w:rsid w:val="002007E7"/>
    <w:rsid w:val="00200FC2"/>
    <w:rsid w:val="002014EA"/>
    <w:rsid w:val="002063FA"/>
    <w:rsid w:val="002106DD"/>
    <w:rsid w:val="002109D6"/>
    <w:rsid w:val="002144C0"/>
    <w:rsid w:val="00223E97"/>
    <w:rsid w:val="0022477D"/>
    <w:rsid w:val="002278A9"/>
    <w:rsid w:val="002336F9"/>
    <w:rsid w:val="00234A46"/>
    <w:rsid w:val="0024028F"/>
    <w:rsid w:val="00244ABC"/>
    <w:rsid w:val="00246EFF"/>
    <w:rsid w:val="00261735"/>
    <w:rsid w:val="00262FF3"/>
    <w:rsid w:val="00280D49"/>
    <w:rsid w:val="00281FF2"/>
    <w:rsid w:val="002857DE"/>
    <w:rsid w:val="00290577"/>
    <w:rsid w:val="00291567"/>
    <w:rsid w:val="00293AF6"/>
    <w:rsid w:val="002941AA"/>
    <w:rsid w:val="002A22BF"/>
    <w:rsid w:val="002A2389"/>
    <w:rsid w:val="002A2BA4"/>
    <w:rsid w:val="002A376C"/>
    <w:rsid w:val="002A43E0"/>
    <w:rsid w:val="002A671D"/>
    <w:rsid w:val="002B213B"/>
    <w:rsid w:val="002B4D55"/>
    <w:rsid w:val="002B5EA0"/>
    <w:rsid w:val="002B6119"/>
    <w:rsid w:val="002C1F06"/>
    <w:rsid w:val="002C3216"/>
    <w:rsid w:val="002C60A0"/>
    <w:rsid w:val="002D1FF0"/>
    <w:rsid w:val="002D3375"/>
    <w:rsid w:val="002D73D4"/>
    <w:rsid w:val="002E13BD"/>
    <w:rsid w:val="002E617C"/>
    <w:rsid w:val="002E6DB0"/>
    <w:rsid w:val="002F02A3"/>
    <w:rsid w:val="002F06D6"/>
    <w:rsid w:val="002F4988"/>
    <w:rsid w:val="002F4ABE"/>
    <w:rsid w:val="002F5E2F"/>
    <w:rsid w:val="002F64AF"/>
    <w:rsid w:val="003018BA"/>
    <w:rsid w:val="00301BC2"/>
    <w:rsid w:val="0030395F"/>
    <w:rsid w:val="00305C92"/>
    <w:rsid w:val="003151C5"/>
    <w:rsid w:val="003343CF"/>
    <w:rsid w:val="00346FE9"/>
    <w:rsid w:val="0034759A"/>
    <w:rsid w:val="003503F6"/>
    <w:rsid w:val="003530DD"/>
    <w:rsid w:val="00353EEB"/>
    <w:rsid w:val="00357610"/>
    <w:rsid w:val="00357EC5"/>
    <w:rsid w:val="00363F78"/>
    <w:rsid w:val="0036741C"/>
    <w:rsid w:val="00385482"/>
    <w:rsid w:val="00385AAF"/>
    <w:rsid w:val="00385B13"/>
    <w:rsid w:val="0038705D"/>
    <w:rsid w:val="0038790B"/>
    <w:rsid w:val="00395D5C"/>
    <w:rsid w:val="003A0117"/>
    <w:rsid w:val="003A0A5B"/>
    <w:rsid w:val="003A1176"/>
    <w:rsid w:val="003B62AF"/>
    <w:rsid w:val="003C0BAE"/>
    <w:rsid w:val="003C185B"/>
    <w:rsid w:val="003C7D40"/>
    <w:rsid w:val="003D18A9"/>
    <w:rsid w:val="003D3C9B"/>
    <w:rsid w:val="003D6CE2"/>
    <w:rsid w:val="003E0E47"/>
    <w:rsid w:val="003E1941"/>
    <w:rsid w:val="003E23AE"/>
    <w:rsid w:val="003E2FE6"/>
    <w:rsid w:val="003E4463"/>
    <w:rsid w:val="003E49D5"/>
    <w:rsid w:val="003F2EE3"/>
    <w:rsid w:val="003F38C0"/>
    <w:rsid w:val="00402663"/>
    <w:rsid w:val="00411FF5"/>
    <w:rsid w:val="00414E3C"/>
    <w:rsid w:val="0042244A"/>
    <w:rsid w:val="0042745A"/>
    <w:rsid w:val="00431672"/>
    <w:rsid w:val="00431D5C"/>
    <w:rsid w:val="004362C6"/>
    <w:rsid w:val="00437FA2"/>
    <w:rsid w:val="004403F8"/>
    <w:rsid w:val="00445970"/>
    <w:rsid w:val="0045729E"/>
    <w:rsid w:val="00461EFC"/>
    <w:rsid w:val="004652C2"/>
    <w:rsid w:val="004706D1"/>
    <w:rsid w:val="00471326"/>
    <w:rsid w:val="00474047"/>
    <w:rsid w:val="0047598D"/>
    <w:rsid w:val="004840FD"/>
    <w:rsid w:val="004842E9"/>
    <w:rsid w:val="00490528"/>
    <w:rsid w:val="00490F7D"/>
    <w:rsid w:val="00491678"/>
    <w:rsid w:val="004968E2"/>
    <w:rsid w:val="004A24B3"/>
    <w:rsid w:val="004A376E"/>
    <w:rsid w:val="004A3EEA"/>
    <w:rsid w:val="004A4D1F"/>
    <w:rsid w:val="004B329F"/>
    <w:rsid w:val="004C667D"/>
    <w:rsid w:val="004C6BC7"/>
    <w:rsid w:val="004D09E1"/>
    <w:rsid w:val="004D5282"/>
    <w:rsid w:val="004D7848"/>
    <w:rsid w:val="004E371B"/>
    <w:rsid w:val="004F1551"/>
    <w:rsid w:val="004F3AF6"/>
    <w:rsid w:val="004F55A3"/>
    <w:rsid w:val="0050496F"/>
    <w:rsid w:val="00513B6F"/>
    <w:rsid w:val="00517C63"/>
    <w:rsid w:val="005265C1"/>
    <w:rsid w:val="00526C94"/>
    <w:rsid w:val="005325E5"/>
    <w:rsid w:val="005345DF"/>
    <w:rsid w:val="00534B76"/>
    <w:rsid w:val="005363C4"/>
    <w:rsid w:val="00536BDE"/>
    <w:rsid w:val="0054149B"/>
    <w:rsid w:val="00543ACC"/>
    <w:rsid w:val="005467AC"/>
    <w:rsid w:val="00552597"/>
    <w:rsid w:val="0055296A"/>
    <w:rsid w:val="00555F5C"/>
    <w:rsid w:val="00564ADD"/>
    <w:rsid w:val="00565C74"/>
    <w:rsid w:val="0056696D"/>
    <w:rsid w:val="0057122E"/>
    <w:rsid w:val="00571BBC"/>
    <w:rsid w:val="00573EF9"/>
    <w:rsid w:val="005870AE"/>
    <w:rsid w:val="00592154"/>
    <w:rsid w:val="00592E08"/>
    <w:rsid w:val="005935EE"/>
    <w:rsid w:val="0059484D"/>
    <w:rsid w:val="00595B76"/>
    <w:rsid w:val="005A0855"/>
    <w:rsid w:val="005A3196"/>
    <w:rsid w:val="005A6883"/>
    <w:rsid w:val="005A73A5"/>
    <w:rsid w:val="005B0CB1"/>
    <w:rsid w:val="005B6051"/>
    <w:rsid w:val="005C080F"/>
    <w:rsid w:val="005C1D1D"/>
    <w:rsid w:val="005C55E5"/>
    <w:rsid w:val="005C6352"/>
    <w:rsid w:val="005C696A"/>
    <w:rsid w:val="005D04E0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B3A"/>
    <w:rsid w:val="00650C5F"/>
    <w:rsid w:val="00654934"/>
    <w:rsid w:val="00661B7F"/>
    <w:rsid w:val="006620D9"/>
    <w:rsid w:val="00671958"/>
    <w:rsid w:val="00675843"/>
    <w:rsid w:val="00691D28"/>
    <w:rsid w:val="00696477"/>
    <w:rsid w:val="006A5800"/>
    <w:rsid w:val="006C298E"/>
    <w:rsid w:val="006C7815"/>
    <w:rsid w:val="006D050F"/>
    <w:rsid w:val="006D6139"/>
    <w:rsid w:val="006E138D"/>
    <w:rsid w:val="006E5D65"/>
    <w:rsid w:val="006F1282"/>
    <w:rsid w:val="006F1FBC"/>
    <w:rsid w:val="006F31E2"/>
    <w:rsid w:val="006F4666"/>
    <w:rsid w:val="006F7EC8"/>
    <w:rsid w:val="00705E93"/>
    <w:rsid w:val="00706544"/>
    <w:rsid w:val="007072BA"/>
    <w:rsid w:val="0071620A"/>
    <w:rsid w:val="00724677"/>
    <w:rsid w:val="00725459"/>
    <w:rsid w:val="007327BD"/>
    <w:rsid w:val="00733F03"/>
    <w:rsid w:val="00734608"/>
    <w:rsid w:val="007405FF"/>
    <w:rsid w:val="00740F1C"/>
    <w:rsid w:val="0074269D"/>
    <w:rsid w:val="00745302"/>
    <w:rsid w:val="007461D6"/>
    <w:rsid w:val="00746EC8"/>
    <w:rsid w:val="0074713B"/>
    <w:rsid w:val="00747406"/>
    <w:rsid w:val="00747BC4"/>
    <w:rsid w:val="00751D88"/>
    <w:rsid w:val="00763BF1"/>
    <w:rsid w:val="00766FD4"/>
    <w:rsid w:val="0078168C"/>
    <w:rsid w:val="00783AA5"/>
    <w:rsid w:val="00787C2A"/>
    <w:rsid w:val="00787F6C"/>
    <w:rsid w:val="00790E27"/>
    <w:rsid w:val="007A4022"/>
    <w:rsid w:val="007A6E6E"/>
    <w:rsid w:val="007B4993"/>
    <w:rsid w:val="007C3299"/>
    <w:rsid w:val="007C3BCC"/>
    <w:rsid w:val="007C4546"/>
    <w:rsid w:val="007C51A3"/>
    <w:rsid w:val="007D012B"/>
    <w:rsid w:val="007D037E"/>
    <w:rsid w:val="007D5F4C"/>
    <w:rsid w:val="007D6E56"/>
    <w:rsid w:val="007E0934"/>
    <w:rsid w:val="007E1085"/>
    <w:rsid w:val="007E57BD"/>
    <w:rsid w:val="007F1652"/>
    <w:rsid w:val="007F4155"/>
    <w:rsid w:val="008070D7"/>
    <w:rsid w:val="0081554D"/>
    <w:rsid w:val="00816279"/>
    <w:rsid w:val="0081707E"/>
    <w:rsid w:val="00826176"/>
    <w:rsid w:val="0082749E"/>
    <w:rsid w:val="00827D8A"/>
    <w:rsid w:val="00837B45"/>
    <w:rsid w:val="00840F57"/>
    <w:rsid w:val="008449B3"/>
    <w:rsid w:val="00845212"/>
    <w:rsid w:val="0085747A"/>
    <w:rsid w:val="0086189B"/>
    <w:rsid w:val="00873EFC"/>
    <w:rsid w:val="00877F0A"/>
    <w:rsid w:val="00884922"/>
    <w:rsid w:val="00885F64"/>
    <w:rsid w:val="00886806"/>
    <w:rsid w:val="008917F9"/>
    <w:rsid w:val="008921A1"/>
    <w:rsid w:val="008A45F7"/>
    <w:rsid w:val="008B111F"/>
    <w:rsid w:val="008B29E2"/>
    <w:rsid w:val="008B6052"/>
    <w:rsid w:val="008B663A"/>
    <w:rsid w:val="008C074B"/>
    <w:rsid w:val="008C0CC0"/>
    <w:rsid w:val="008C19A9"/>
    <w:rsid w:val="008C379D"/>
    <w:rsid w:val="008C3B66"/>
    <w:rsid w:val="008C5147"/>
    <w:rsid w:val="008C5359"/>
    <w:rsid w:val="008C5363"/>
    <w:rsid w:val="008C6075"/>
    <w:rsid w:val="008D1ADF"/>
    <w:rsid w:val="008D3DFB"/>
    <w:rsid w:val="008D49F8"/>
    <w:rsid w:val="008E64F4"/>
    <w:rsid w:val="008F12C9"/>
    <w:rsid w:val="008F511C"/>
    <w:rsid w:val="008F6E29"/>
    <w:rsid w:val="00904462"/>
    <w:rsid w:val="00904E72"/>
    <w:rsid w:val="00905059"/>
    <w:rsid w:val="00912108"/>
    <w:rsid w:val="00913877"/>
    <w:rsid w:val="00916188"/>
    <w:rsid w:val="0091788A"/>
    <w:rsid w:val="00923D7D"/>
    <w:rsid w:val="00932AEA"/>
    <w:rsid w:val="009343A2"/>
    <w:rsid w:val="00936DD0"/>
    <w:rsid w:val="00940867"/>
    <w:rsid w:val="0094579F"/>
    <w:rsid w:val="00946C7A"/>
    <w:rsid w:val="009508DF"/>
    <w:rsid w:val="00950DAC"/>
    <w:rsid w:val="009512AF"/>
    <w:rsid w:val="00954A07"/>
    <w:rsid w:val="00963F56"/>
    <w:rsid w:val="00967EDF"/>
    <w:rsid w:val="009826C1"/>
    <w:rsid w:val="00982E40"/>
    <w:rsid w:val="00986777"/>
    <w:rsid w:val="00986CC2"/>
    <w:rsid w:val="00997F14"/>
    <w:rsid w:val="009A6C10"/>
    <w:rsid w:val="009A78D9"/>
    <w:rsid w:val="009B3572"/>
    <w:rsid w:val="009C1331"/>
    <w:rsid w:val="009C3E31"/>
    <w:rsid w:val="009C54AE"/>
    <w:rsid w:val="009C6594"/>
    <w:rsid w:val="009C788E"/>
    <w:rsid w:val="009D0837"/>
    <w:rsid w:val="009E04F8"/>
    <w:rsid w:val="009E3B41"/>
    <w:rsid w:val="009F3265"/>
    <w:rsid w:val="009F3C5C"/>
    <w:rsid w:val="009F4610"/>
    <w:rsid w:val="00A00ECC"/>
    <w:rsid w:val="00A02452"/>
    <w:rsid w:val="00A03840"/>
    <w:rsid w:val="00A05C23"/>
    <w:rsid w:val="00A155EE"/>
    <w:rsid w:val="00A2245B"/>
    <w:rsid w:val="00A2260D"/>
    <w:rsid w:val="00A25B61"/>
    <w:rsid w:val="00A272BE"/>
    <w:rsid w:val="00A30110"/>
    <w:rsid w:val="00A36899"/>
    <w:rsid w:val="00A36F6F"/>
    <w:rsid w:val="00A371F6"/>
    <w:rsid w:val="00A40D00"/>
    <w:rsid w:val="00A41E92"/>
    <w:rsid w:val="00A426EC"/>
    <w:rsid w:val="00A43230"/>
    <w:rsid w:val="00A43BF6"/>
    <w:rsid w:val="00A46E57"/>
    <w:rsid w:val="00A5063D"/>
    <w:rsid w:val="00A53FA5"/>
    <w:rsid w:val="00A54817"/>
    <w:rsid w:val="00A55152"/>
    <w:rsid w:val="00A601C8"/>
    <w:rsid w:val="00A60799"/>
    <w:rsid w:val="00A65FB5"/>
    <w:rsid w:val="00A73E8D"/>
    <w:rsid w:val="00A81796"/>
    <w:rsid w:val="00A81885"/>
    <w:rsid w:val="00A83393"/>
    <w:rsid w:val="00A84C85"/>
    <w:rsid w:val="00A9746D"/>
    <w:rsid w:val="00A97DE1"/>
    <w:rsid w:val="00AA05E6"/>
    <w:rsid w:val="00AA49FA"/>
    <w:rsid w:val="00AB053C"/>
    <w:rsid w:val="00AB253C"/>
    <w:rsid w:val="00AC33F1"/>
    <w:rsid w:val="00AD1146"/>
    <w:rsid w:val="00AD115F"/>
    <w:rsid w:val="00AD27D3"/>
    <w:rsid w:val="00AD3812"/>
    <w:rsid w:val="00AD5B67"/>
    <w:rsid w:val="00AD66D6"/>
    <w:rsid w:val="00AE1160"/>
    <w:rsid w:val="00AE203C"/>
    <w:rsid w:val="00AE2E74"/>
    <w:rsid w:val="00AE454D"/>
    <w:rsid w:val="00AE4B66"/>
    <w:rsid w:val="00AE5FCB"/>
    <w:rsid w:val="00AE6A59"/>
    <w:rsid w:val="00AE7FC1"/>
    <w:rsid w:val="00AF2C1E"/>
    <w:rsid w:val="00AF3617"/>
    <w:rsid w:val="00AF4C26"/>
    <w:rsid w:val="00B00061"/>
    <w:rsid w:val="00B06142"/>
    <w:rsid w:val="00B06388"/>
    <w:rsid w:val="00B135B1"/>
    <w:rsid w:val="00B169F7"/>
    <w:rsid w:val="00B16E46"/>
    <w:rsid w:val="00B1790F"/>
    <w:rsid w:val="00B200A8"/>
    <w:rsid w:val="00B2331F"/>
    <w:rsid w:val="00B269AF"/>
    <w:rsid w:val="00B26A99"/>
    <w:rsid w:val="00B3130B"/>
    <w:rsid w:val="00B318A4"/>
    <w:rsid w:val="00B37F8D"/>
    <w:rsid w:val="00B40ADB"/>
    <w:rsid w:val="00B40C98"/>
    <w:rsid w:val="00B43A01"/>
    <w:rsid w:val="00B43B77"/>
    <w:rsid w:val="00B43E80"/>
    <w:rsid w:val="00B57F21"/>
    <w:rsid w:val="00B607DB"/>
    <w:rsid w:val="00B66529"/>
    <w:rsid w:val="00B7270F"/>
    <w:rsid w:val="00B73AF7"/>
    <w:rsid w:val="00B75946"/>
    <w:rsid w:val="00B75EBC"/>
    <w:rsid w:val="00B76001"/>
    <w:rsid w:val="00B8056E"/>
    <w:rsid w:val="00B819C8"/>
    <w:rsid w:val="00B82308"/>
    <w:rsid w:val="00B90671"/>
    <w:rsid w:val="00B90885"/>
    <w:rsid w:val="00B90B3C"/>
    <w:rsid w:val="00B918B5"/>
    <w:rsid w:val="00B92214"/>
    <w:rsid w:val="00BA0383"/>
    <w:rsid w:val="00BA0CF2"/>
    <w:rsid w:val="00BA23E2"/>
    <w:rsid w:val="00BB5141"/>
    <w:rsid w:val="00BB520A"/>
    <w:rsid w:val="00BD3869"/>
    <w:rsid w:val="00BD66E9"/>
    <w:rsid w:val="00BD67DF"/>
    <w:rsid w:val="00BD6FF4"/>
    <w:rsid w:val="00BE3673"/>
    <w:rsid w:val="00BF2C41"/>
    <w:rsid w:val="00C058B4"/>
    <w:rsid w:val="00C05F44"/>
    <w:rsid w:val="00C061DE"/>
    <w:rsid w:val="00C11673"/>
    <w:rsid w:val="00C12A09"/>
    <w:rsid w:val="00C131B5"/>
    <w:rsid w:val="00C169AE"/>
    <w:rsid w:val="00C16ABF"/>
    <w:rsid w:val="00C170AE"/>
    <w:rsid w:val="00C22EBE"/>
    <w:rsid w:val="00C26CB7"/>
    <w:rsid w:val="00C31A3B"/>
    <w:rsid w:val="00C324C1"/>
    <w:rsid w:val="00C34DB9"/>
    <w:rsid w:val="00C36992"/>
    <w:rsid w:val="00C4032A"/>
    <w:rsid w:val="00C45243"/>
    <w:rsid w:val="00C52E7C"/>
    <w:rsid w:val="00C55FBD"/>
    <w:rsid w:val="00C56036"/>
    <w:rsid w:val="00C56A96"/>
    <w:rsid w:val="00C579F1"/>
    <w:rsid w:val="00C61DC5"/>
    <w:rsid w:val="00C639A6"/>
    <w:rsid w:val="00C67C52"/>
    <w:rsid w:val="00C67E92"/>
    <w:rsid w:val="00C70A26"/>
    <w:rsid w:val="00C72CCF"/>
    <w:rsid w:val="00C73403"/>
    <w:rsid w:val="00C766DF"/>
    <w:rsid w:val="00C77333"/>
    <w:rsid w:val="00C85BFA"/>
    <w:rsid w:val="00C94B98"/>
    <w:rsid w:val="00C9564E"/>
    <w:rsid w:val="00CA2B96"/>
    <w:rsid w:val="00CA5089"/>
    <w:rsid w:val="00CB29AD"/>
    <w:rsid w:val="00CB41E0"/>
    <w:rsid w:val="00CB42CB"/>
    <w:rsid w:val="00CD1A3A"/>
    <w:rsid w:val="00CD6897"/>
    <w:rsid w:val="00CE0DFF"/>
    <w:rsid w:val="00CE5BAC"/>
    <w:rsid w:val="00CF142F"/>
    <w:rsid w:val="00CF25BE"/>
    <w:rsid w:val="00CF2967"/>
    <w:rsid w:val="00CF3014"/>
    <w:rsid w:val="00CF78ED"/>
    <w:rsid w:val="00D01DA7"/>
    <w:rsid w:val="00D02B25"/>
    <w:rsid w:val="00D02EBA"/>
    <w:rsid w:val="00D078E4"/>
    <w:rsid w:val="00D17C3C"/>
    <w:rsid w:val="00D26B2C"/>
    <w:rsid w:val="00D30A34"/>
    <w:rsid w:val="00D30B47"/>
    <w:rsid w:val="00D352C9"/>
    <w:rsid w:val="00D425B2"/>
    <w:rsid w:val="00D428D6"/>
    <w:rsid w:val="00D42E60"/>
    <w:rsid w:val="00D52D67"/>
    <w:rsid w:val="00D53CD0"/>
    <w:rsid w:val="00D552B2"/>
    <w:rsid w:val="00D608D1"/>
    <w:rsid w:val="00D64C30"/>
    <w:rsid w:val="00D74119"/>
    <w:rsid w:val="00D8075B"/>
    <w:rsid w:val="00D85CC4"/>
    <w:rsid w:val="00D8678B"/>
    <w:rsid w:val="00D95019"/>
    <w:rsid w:val="00D9742D"/>
    <w:rsid w:val="00DA2114"/>
    <w:rsid w:val="00DB0613"/>
    <w:rsid w:val="00DB6AD9"/>
    <w:rsid w:val="00DC26E5"/>
    <w:rsid w:val="00DC498D"/>
    <w:rsid w:val="00DD43AC"/>
    <w:rsid w:val="00DD648E"/>
    <w:rsid w:val="00DD7AB0"/>
    <w:rsid w:val="00DE09C0"/>
    <w:rsid w:val="00DE4A14"/>
    <w:rsid w:val="00DF320D"/>
    <w:rsid w:val="00DF3821"/>
    <w:rsid w:val="00DF71C8"/>
    <w:rsid w:val="00DF7B77"/>
    <w:rsid w:val="00E11FA2"/>
    <w:rsid w:val="00E129B8"/>
    <w:rsid w:val="00E13CF2"/>
    <w:rsid w:val="00E15F16"/>
    <w:rsid w:val="00E20C59"/>
    <w:rsid w:val="00E21E7D"/>
    <w:rsid w:val="00E22273"/>
    <w:rsid w:val="00E22FBC"/>
    <w:rsid w:val="00E24BF5"/>
    <w:rsid w:val="00E25338"/>
    <w:rsid w:val="00E26F10"/>
    <w:rsid w:val="00E30719"/>
    <w:rsid w:val="00E33D8C"/>
    <w:rsid w:val="00E35460"/>
    <w:rsid w:val="00E43302"/>
    <w:rsid w:val="00E43A94"/>
    <w:rsid w:val="00E50BA7"/>
    <w:rsid w:val="00E51E44"/>
    <w:rsid w:val="00E53AF8"/>
    <w:rsid w:val="00E54682"/>
    <w:rsid w:val="00E554DE"/>
    <w:rsid w:val="00E5777C"/>
    <w:rsid w:val="00E60613"/>
    <w:rsid w:val="00E60E87"/>
    <w:rsid w:val="00E63348"/>
    <w:rsid w:val="00E64F12"/>
    <w:rsid w:val="00E773F8"/>
    <w:rsid w:val="00E77E88"/>
    <w:rsid w:val="00E77F2D"/>
    <w:rsid w:val="00E80F05"/>
    <w:rsid w:val="00E8107D"/>
    <w:rsid w:val="00E83E29"/>
    <w:rsid w:val="00E86647"/>
    <w:rsid w:val="00E960BB"/>
    <w:rsid w:val="00E9735C"/>
    <w:rsid w:val="00EA2074"/>
    <w:rsid w:val="00EA4832"/>
    <w:rsid w:val="00EA4E9D"/>
    <w:rsid w:val="00EC2031"/>
    <w:rsid w:val="00EC4899"/>
    <w:rsid w:val="00ED03AB"/>
    <w:rsid w:val="00ED32D2"/>
    <w:rsid w:val="00ED5B19"/>
    <w:rsid w:val="00ED627A"/>
    <w:rsid w:val="00EE32DE"/>
    <w:rsid w:val="00EE5457"/>
    <w:rsid w:val="00EF1EA0"/>
    <w:rsid w:val="00EF2723"/>
    <w:rsid w:val="00EF2804"/>
    <w:rsid w:val="00EF43CD"/>
    <w:rsid w:val="00F00DC1"/>
    <w:rsid w:val="00F00E88"/>
    <w:rsid w:val="00F070AB"/>
    <w:rsid w:val="00F10A24"/>
    <w:rsid w:val="00F125F7"/>
    <w:rsid w:val="00F1287A"/>
    <w:rsid w:val="00F1416A"/>
    <w:rsid w:val="00F17567"/>
    <w:rsid w:val="00F20DAE"/>
    <w:rsid w:val="00F22817"/>
    <w:rsid w:val="00F27A7B"/>
    <w:rsid w:val="00F469A5"/>
    <w:rsid w:val="00F526AF"/>
    <w:rsid w:val="00F603A5"/>
    <w:rsid w:val="00F617C3"/>
    <w:rsid w:val="00F62EB8"/>
    <w:rsid w:val="00F662AC"/>
    <w:rsid w:val="00F7066B"/>
    <w:rsid w:val="00F7116B"/>
    <w:rsid w:val="00F71CA3"/>
    <w:rsid w:val="00F83B28"/>
    <w:rsid w:val="00F91E10"/>
    <w:rsid w:val="00FA46E5"/>
    <w:rsid w:val="00FB7DBA"/>
    <w:rsid w:val="00FC1C25"/>
    <w:rsid w:val="00FC3F45"/>
    <w:rsid w:val="00FD2495"/>
    <w:rsid w:val="00FD503F"/>
    <w:rsid w:val="00FD6FFE"/>
    <w:rsid w:val="00FD7589"/>
    <w:rsid w:val="00FE0712"/>
    <w:rsid w:val="00FE2932"/>
    <w:rsid w:val="00FE6781"/>
    <w:rsid w:val="00FF016A"/>
    <w:rsid w:val="00FF1401"/>
    <w:rsid w:val="00FF1834"/>
    <w:rsid w:val="00FF195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3D62"/>
  <w15:docId w15:val="{901E910C-1CFD-451A-B3BD-764A39D26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18632B"/>
    <w:pPr>
      <w:spacing w:after="0" w:line="480" w:lineRule="auto"/>
      <w:ind w:left="720" w:hanging="720"/>
    </w:pPr>
  </w:style>
  <w:style w:type="character" w:customStyle="1" w:styleId="wrtext">
    <w:name w:val="wrtext"/>
    <w:basedOn w:val="Domylnaczcionkaakapitu"/>
    <w:rsid w:val="00932AEA"/>
  </w:style>
  <w:style w:type="paragraph" w:styleId="NormalnyWeb">
    <w:name w:val="Normal (Web)"/>
    <w:basedOn w:val="Normalny"/>
    <w:uiPriority w:val="99"/>
    <w:unhideWhenUsed/>
    <w:rsid w:val="007D5F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DFC5E-3E74-49CE-AAD5-3612E144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1164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2022-05-05T10:20:00Z</dcterms:created>
  <dcterms:modified xsi:type="dcterms:W3CDTF">2024-09-27T06:35:00Z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id="8CXPS53q"/&gt;&lt;style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